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030CF" w14:textId="54626726" w:rsidR="009F392E" w:rsidRDefault="00787523" w:rsidP="00F0533E">
      <w:pPr>
        <w:rPr>
          <w:noProof/>
        </w:rPr>
      </w:pPr>
      <w:r w:rsidRPr="0055223F">
        <w:rPr>
          <w:noProof/>
        </w:rPr>
        <w:t xml:space="preserve">Příloha č. </w:t>
      </w:r>
      <w:r w:rsidR="00096036">
        <w:rPr>
          <w:noProof/>
        </w:rPr>
        <w:t>7</w:t>
      </w:r>
      <w:r w:rsidR="00B85B4C" w:rsidRPr="0055223F">
        <w:rPr>
          <w:noProof/>
        </w:rPr>
        <w:t xml:space="preserve"> Smlouvy</w:t>
      </w:r>
      <w:r w:rsidR="00780AEA">
        <w:rPr>
          <w:noProof/>
        </w:rPr>
        <w:t xml:space="preserve"> </w:t>
      </w:r>
    </w:p>
    <w:p w14:paraId="137D6871" w14:textId="77777777" w:rsidR="00B85B4C" w:rsidRDefault="00B85B4C" w:rsidP="009611F2">
      <w:pPr>
        <w:pStyle w:val="Nadpis1"/>
        <w:rPr>
          <w:noProof/>
        </w:rPr>
      </w:pPr>
      <w:r w:rsidRPr="00B85B4C">
        <w:rPr>
          <w:noProof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4253"/>
        <w:gridCol w:w="2743"/>
      </w:tblGrid>
      <w:tr w:rsidR="002971F8" w:rsidRPr="00FD23CD" w14:paraId="11AC0DF4" w14:textId="4D17619F" w:rsidTr="00E26B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1C7876" w14:textId="77777777" w:rsidR="002971F8" w:rsidRPr="009611F2" w:rsidRDefault="002971F8" w:rsidP="00113508">
            <w:pPr>
              <w:spacing w:after="240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Pozice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4636A9" w14:textId="77777777" w:rsidR="002971F8" w:rsidRPr="009611F2" w:rsidRDefault="002971F8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Kontaktní údaje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08E56F" w14:textId="36472C13" w:rsidR="002971F8" w:rsidRPr="009611F2" w:rsidRDefault="002971F8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>
              <w:rPr>
                <w:rStyle w:val="Siln"/>
              </w:rPr>
              <w:t>Činnosti prováděné členem Realizačního týmu</w:t>
            </w:r>
          </w:p>
        </w:tc>
      </w:tr>
      <w:tr w:rsidR="002971F8" w:rsidRPr="00FD23CD" w14:paraId="3970FE79" w14:textId="1156908B" w:rsidTr="00E26B51">
        <w:trPr>
          <w:trHeight w:val="19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128D" w14:textId="44338021" w:rsidR="002971F8" w:rsidRPr="001E785A" w:rsidRDefault="00096036" w:rsidP="00C10873">
            <w:pPr>
              <w:rPr>
                <w:b/>
                <w:bCs/>
                <w:highlight w:val="green"/>
                <w:lang w:eastAsia="cs-CZ"/>
              </w:rPr>
            </w:pPr>
            <w:r>
              <w:rPr>
                <w:b/>
                <w:bCs/>
                <w:lang w:eastAsia="cs-CZ"/>
              </w:rPr>
              <w:t xml:space="preserve">Konzultant pro </w:t>
            </w:r>
            <w:r w:rsidR="00A370A9">
              <w:rPr>
                <w:b/>
                <w:bCs/>
                <w:lang w:eastAsia="cs-CZ"/>
              </w:rPr>
              <w:t>technickou konfiguraci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BC29" w14:textId="46B8F2D0" w:rsidR="002971F8" w:rsidRPr="003F04AF" w:rsidRDefault="002971F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  <w:r>
              <w:rPr>
                <w:rFonts w:asciiTheme="majorHAnsi" w:hAnsiTheme="majorHAnsi"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 xml:space="preserve">DOPLNÍ </w:t>
            </w:r>
            <w:r w:rsidR="00E26B51">
              <w:rPr>
                <w:highlight w:val="green"/>
              </w:rPr>
              <w:t>POSKYTOVATEL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7C39A1B8" w14:textId="1B81DEEB" w:rsidR="002971F8" w:rsidRPr="003F04AF" w:rsidRDefault="002971F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 xml:space="preserve">DOPLNÍ </w:t>
            </w:r>
            <w:r w:rsidR="00E26B51">
              <w:rPr>
                <w:highlight w:val="green"/>
              </w:rPr>
              <w:t>POSKYTOVATEL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32DFCC5A" w14:textId="2BC8BFD8" w:rsidR="002971F8" w:rsidRPr="003F04AF" w:rsidRDefault="002971F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 xml:space="preserve">DOPLNÍ </w:t>
            </w:r>
            <w:r w:rsidR="00E26B51">
              <w:rPr>
                <w:highlight w:val="green"/>
              </w:rPr>
              <w:t>POSKYTOVATEL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E755" w14:textId="254AA99D" w:rsidR="002971F8" w:rsidRPr="00E26B51" w:rsidRDefault="00096036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E26B51">
              <w:rPr>
                <w:rFonts w:asciiTheme="majorHAnsi" w:hAnsiTheme="majorHAnsi"/>
                <w:color w:val="000000"/>
              </w:rPr>
              <w:t>Konzultace konfiguračních parametrů funkcionalit webové proxy dle přílohy č. 1 Smlouvy s Objednatelem v rámci poskytování Služeb.</w:t>
            </w:r>
          </w:p>
        </w:tc>
      </w:tr>
      <w:tr w:rsidR="00096036" w:rsidRPr="00FD23CD" w14:paraId="0FDCB05C" w14:textId="77777777" w:rsidTr="00E26B51">
        <w:trPr>
          <w:trHeight w:val="19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F0F9" w14:textId="2E6038B7" w:rsidR="00096036" w:rsidRDefault="00096036" w:rsidP="00C10873">
            <w:pPr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Konzultant pro anal</w:t>
            </w:r>
            <w:r w:rsidR="00A370A9">
              <w:rPr>
                <w:b/>
                <w:bCs/>
                <w:lang w:eastAsia="cs-CZ"/>
              </w:rPr>
              <w:t>ýzu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8250" w14:textId="5DDFB70A" w:rsidR="00096036" w:rsidRPr="003F04AF" w:rsidRDefault="00096036" w:rsidP="00096036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  <w:r>
              <w:rPr>
                <w:rFonts w:asciiTheme="majorHAnsi" w:hAnsiTheme="majorHAnsi"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 xml:space="preserve">DOPLNÍ </w:t>
            </w:r>
            <w:r w:rsidR="00E26B51">
              <w:rPr>
                <w:highlight w:val="green"/>
              </w:rPr>
              <w:t>POSKYTOVATEL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308AF0FC" w14:textId="1BBC4A75" w:rsidR="00096036" w:rsidRPr="003F04AF" w:rsidRDefault="00096036" w:rsidP="00096036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 xml:space="preserve">DOPLNÍ </w:t>
            </w:r>
            <w:r w:rsidR="00E26B51">
              <w:rPr>
                <w:highlight w:val="green"/>
              </w:rPr>
              <w:t>POSKYTOVATEL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72E15D37" w14:textId="60DA0902" w:rsidR="00096036" w:rsidRPr="000E5CAE" w:rsidRDefault="00096036" w:rsidP="00096036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 xml:space="preserve">DOPLNÍ </w:t>
            </w:r>
            <w:r w:rsidR="00E26B51">
              <w:rPr>
                <w:highlight w:val="green"/>
              </w:rPr>
              <w:t>POSKYTOVATEL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023D" w14:textId="760C4BB8" w:rsidR="00096036" w:rsidRPr="00E26B51" w:rsidRDefault="00096036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6B51">
              <w:t xml:space="preserve">Konzultace bezpečnostních nálezů identifikovaných </w:t>
            </w:r>
            <w:r w:rsidR="00F2254B" w:rsidRPr="00E26B51">
              <w:rPr>
                <w:rFonts w:asciiTheme="majorHAnsi" w:hAnsiTheme="majorHAnsi"/>
                <w:color w:val="000000"/>
              </w:rPr>
              <w:t>funkcionalitami</w:t>
            </w:r>
            <w:r w:rsidRPr="00E26B51">
              <w:rPr>
                <w:rFonts w:asciiTheme="majorHAnsi" w:hAnsiTheme="majorHAnsi"/>
                <w:color w:val="000000"/>
              </w:rPr>
              <w:t xml:space="preserve"> webové proxy dle přílohy č. 1 Smlouvy s Objednatelem v rámci poskytování Služeb.</w:t>
            </w:r>
          </w:p>
        </w:tc>
      </w:tr>
    </w:tbl>
    <w:p w14:paraId="1F2879BD" w14:textId="77777777" w:rsidR="00B85B4C" w:rsidRDefault="00B85B4C" w:rsidP="00F0533E">
      <w:pPr>
        <w:rPr>
          <w:b/>
          <w:u w:val="single"/>
        </w:rPr>
      </w:pPr>
    </w:p>
    <w:p w14:paraId="484CAF6E" w14:textId="5F6AB69A" w:rsidR="00345DAA" w:rsidRPr="00394084" w:rsidRDefault="00345DAA" w:rsidP="00F0533E">
      <w:pPr>
        <w:rPr>
          <w:bCs/>
          <w:i/>
          <w:iCs/>
        </w:rPr>
      </w:pPr>
      <w:r w:rsidRPr="00394084">
        <w:rPr>
          <w:bCs/>
          <w:i/>
          <w:iCs/>
          <w:highlight w:val="green"/>
        </w:rPr>
        <w:t xml:space="preserve">pozn.: V případě více členů realizačního týmu doplní </w:t>
      </w:r>
      <w:r w:rsidR="00E26B51">
        <w:rPr>
          <w:bCs/>
          <w:i/>
          <w:iCs/>
          <w:highlight w:val="green"/>
        </w:rPr>
        <w:t>Poskytovatel</w:t>
      </w:r>
      <w:r w:rsidRPr="00394084">
        <w:rPr>
          <w:bCs/>
          <w:i/>
          <w:iCs/>
          <w:highlight w:val="green"/>
        </w:rPr>
        <w:t xml:space="preserve"> tabulku o příslušný počet polí.</w:t>
      </w:r>
    </w:p>
    <w:sectPr w:rsidR="00345DAA" w:rsidRPr="00394084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6D6F1" w14:textId="77777777" w:rsidR="00A738BF" w:rsidRDefault="00A738BF" w:rsidP="00962258">
      <w:pPr>
        <w:spacing w:after="0" w:line="240" w:lineRule="auto"/>
      </w:pPr>
      <w:r>
        <w:separator/>
      </w:r>
    </w:p>
  </w:endnote>
  <w:endnote w:type="continuationSeparator" w:id="0">
    <w:p w14:paraId="2B5615BA" w14:textId="77777777" w:rsidR="00A738BF" w:rsidRDefault="00A738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F92DF" w14:textId="77777777" w:rsidR="007F1B30" w:rsidRDefault="007F1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E38CF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BED41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1DC6653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2F4E7F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188D86C" w14:textId="77777777" w:rsidR="00F1715C" w:rsidRDefault="00F1715C" w:rsidP="00D831A3">
          <w:pPr>
            <w:pStyle w:val="Zpat"/>
          </w:pPr>
        </w:p>
      </w:tc>
    </w:tr>
  </w:tbl>
  <w:p w14:paraId="19A493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95A5CC" wp14:editId="62064C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65C13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6B04467" wp14:editId="533CEE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81458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175AF0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567E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147BF38" w14:textId="77777777" w:rsidR="00F1715C" w:rsidRDefault="00F1715C" w:rsidP="009611F2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87F9CAF" w14:textId="77777777" w:rsidR="00F1715C" w:rsidRDefault="00F1715C" w:rsidP="009611F2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2AAE181" w14:textId="77777777" w:rsidR="00F1715C" w:rsidRDefault="00F1715C" w:rsidP="009611F2">
          <w:pPr>
            <w:pStyle w:val="Zpat"/>
            <w:jc w:val="left"/>
          </w:pPr>
          <w:r>
            <w:t>Sídlo: Dlážděná 1003/7, 110 00 Praha 1</w:t>
          </w:r>
        </w:p>
        <w:p w14:paraId="0099FC7E" w14:textId="77777777" w:rsidR="00F1715C" w:rsidRDefault="00F1715C" w:rsidP="009611F2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E780D18" w14:textId="77777777" w:rsidR="00F1715C" w:rsidRDefault="00FD4FD7" w:rsidP="009611F2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E9B28B6" w14:textId="77777777" w:rsidR="00F1715C" w:rsidRDefault="00F1715C" w:rsidP="00460660">
          <w:pPr>
            <w:pStyle w:val="Zpat"/>
          </w:pPr>
        </w:p>
      </w:tc>
    </w:tr>
  </w:tbl>
  <w:p w14:paraId="0AC8D76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1CAF68D" wp14:editId="12616A0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F959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E2C2F55" wp14:editId="4020A59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7397E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FCF3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50E75" w14:textId="77777777" w:rsidR="00A738BF" w:rsidRDefault="00A738BF" w:rsidP="00962258">
      <w:pPr>
        <w:spacing w:after="0" w:line="240" w:lineRule="auto"/>
      </w:pPr>
      <w:r>
        <w:separator/>
      </w:r>
    </w:p>
  </w:footnote>
  <w:footnote w:type="continuationSeparator" w:id="0">
    <w:p w14:paraId="0AD4989C" w14:textId="77777777" w:rsidR="00A738BF" w:rsidRDefault="00A738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E924" w14:textId="1A1C2489" w:rsidR="007F1B30" w:rsidRDefault="007F1B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D0C92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B12F31" w14:textId="106F54FD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06C3A0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2F9EB9D" w14:textId="77777777" w:rsidR="00F1715C" w:rsidRPr="00D6163D" w:rsidRDefault="00F1715C" w:rsidP="00D6163D">
          <w:pPr>
            <w:pStyle w:val="Druhdokumentu"/>
          </w:pPr>
        </w:p>
      </w:tc>
    </w:tr>
  </w:tbl>
  <w:p w14:paraId="4CC2360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78F18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113CFF" w14:textId="53D0E85F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45DB848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A73A475" w14:textId="77777777" w:rsidR="00F1715C" w:rsidRPr="00D6163D" w:rsidRDefault="00F1715C" w:rsidP="00FC6389">
          <w:pPr>
            <w:pStyle w:val="Druhdokumentu"/>
          </w:pPr>
        </w:p>
      </w:tc>
    </w:tr>
    <w:tr w:rsidR="009F392E" w14:paraId="5DFCFCE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7D767E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DBA76F8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572BE58" w14:textId="77777777" w:rsidR="009F392E" w:rsidRPr="00D6163D" w:rsidRDefault="009F392E" w:rsidP="00FC6389">
          <w:pPr>
            <w:pStyle w:val="Druhdokumentu"/>
          </w:pPr>
        </w:p>
      </w:tc>
    </w:tr>
  </w:tbl>
  <w:p w14:paraId="4D7FEA7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39EF7BC" wp14:editId="6492E0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528CF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77683907">
    <w:abstractNumId w:val="2"/>
  </w:num>
  <w:num w:numId="2" w16cid:durableId="1295529440">
    <w:abstractNumId w:val="1"/>
  </w:num>
  <w:num w:numId="3" w16cid:durableId="13396240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32998">
    <w:abstractNumId w:val="7"/>
  </w:num>
  <w:num w:numId="5" w16cid:durableId="1931615803">
    <w:abstractNumId w:val="3"/>
  </w:num>
  <w:num w:numId="6" w16cid:durableId="1864975029">
    <w:abstractNumId w:val="4"/>
  </w:num>
  <w:num w:numId="7" w16cid:durableId="674696937">
    <w:abstractNumId w:val="0"/>
  </w:num>
  <w:num w:numId="8" w16cid:durableId="857891781">
    <w:abstractNumId w:val="5"/>
  </w:num>
  <w:num w:numId="9" w16cid:durableId="13138722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69411101">
    <w:abstractNumId w:val="4"/>
  </w:num>
  <w:num w:numId="11" w16cid:durableId="712997451">
    <w:abstractNumId w:val="1"/>
  </w:num>
  <w:num w:numId="12" w16cid:durableId="16201203">
    <w:abstractNumId w:val="4"/>
  </w:num>
  <w:num w:numId="13" w16cid:durableId="1535579173">
    <w:abstractNumId w:val="4"/>
  </w:num>
  <w:num w:numId="14" w16cid:durableId="215361219">
    <w:abstractNumId w:val="4"/>
  </w:num>
  <w:num w:numId="15" w16cid:durableId="1921713584">
    <w:abstractNumId w:val="4"/>
  </w:num>
  <w:num w:numId="16" w16cid:durableId="247153998">
    <w:abstractNumId w:val="8"/>
  </w:num>
  <w:num w:numId="17" w16cid:durableId="1235241301">
    <w:abstractNumId w:val="2"/>
  </w:num>
  <w:num w:numId="18" w16cid:durableId="1446580440">
    <w:abstractNumId w:val="8"/>
  </w:num>
  <w:num w:numId="19" w16cid:durableId="1276062242">
    <w:abstractNumId w:val="8"/>
  </w:num>
  <w:num w:numId="20" w16cid:durableId="646057673">
    <w:abstractNumId w:val="8"/>
  </w:num>
  <w:num w:numId="21" w16cid:durableId="999887136">
    <w:abstractNumId w:val="8"/>
  </w:num>
  <w:num w:numId="22" w16cid:durableId="2047022727">
    <w:abstractNumId w:val="4"/>
  </w:num>
  <w:num w:numId="23" w16cid:durableId="1465930095">
    <w:abstractNumId w:val="1"/>
  </w:num>
  <w:num w:numId="24" w16cid:durableId="1357194534">
    <w:abstractNumId w:val="4"/>
  </w:num>
  <w:num w:numId="25" w16cid:durableId="1184202465">
    <w:abstractNumId w:val="4"/>
  </w:num>
  <w:num w:numId="26" w16cid:durableId="1093016566">
    <w:abstractNumId w:val="4"/>
  </w:num>
  <w:num w:numId="27" w16cid:durableId="997683991">
    <w:abstractNumId w:val="4"/>
  </w:num>
  <w:num w:numId="28" w16cid:durableId="1991322786">
    <w:abstractNumId w:val="8"/>
  </w:num>
  <w:num w:numId="29" w16cid:durableId="1766655596">
    <w:abstractNumId w:val="2"/>
  </w:num>
  <w:num w:numId="30" w16cid:durableId="1308167733">
    <w:abstractNumId w:val="8"/>
  </w:num>
  <w:num w:numId="31" w16cid:durableId="156963728">
    <w:abstractNumId w:val="8"/>
  </w:num>
  <w:num w:numId="32" w16cid:durableId="165443950">
    <w:abstractNumId w:val="8"/>
  </w:num>
  <w:num w:numId="33" w16cid:durableId="167988527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0109E"/>
    <w:rsid w:val="00072C1E"/>
    <w:rsid w:val="00096036"/>
    <w:rsid w:val="000E23A7"/>
    <w:rsid w:val="0010693F"/>
    <w:rsid w:val="00114472"/>
    <w:rsid w:val="00133D1B"/>
    <w:rsid w:val="00133E24"/>
    <w:rsid w:val="001550BC"/>
    <w:rsid w:val="001605B9"/>
    <w:rsid w:val="00170EC5"/>
    <w:rsid w:val="001747C1"/>
    <w:rsid w:val="00184743"/>
    <w:rsid w:val="001C0B53"/>
    <w:rsid w:val="001E785A"/>
    <w:rsid w:val="0020011E"/>
    <w:rsid w:val="00207DF5"/>
    <w:rsid w:val="00223172"/>
    <w:rsid w:val="00233D18"/>
    <w:rsid w:val="00280E07"/>
    <w:rsid w:val="00295D11"/>
    <w:rsid w:val="002971F8"/>
    <w:rsid w:val="002C31BF"/>
    <w:rsid w:val="002D08B1"/>
    <w:rsid w:val="002E0CD7"/>
    <w:rsid w:val="003161B0"/>
    <w:rsid w:val="00341DCF"/>
    <w:rsid w:val="00345DAA"/>
    <w:rsid w:val="00347277"/>
    <w:rsid w:val="00357BC6"/>
    <w:rsid w:val="00372018"/>
    <w:rsid w:val="00394084"/>
    <w:rsid w:val="003956C6"/>
    <w:rsid w:val="003F04AF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7958"/>
    <w:rsid w:val="004F20BC"/>
    <w:rsid w:val="004F4B9B"/>
    <w:rsid w:val="004F69EA"/>
    <w:rsid w:val="00511AB9"/>
    <w:rsid w:val="00523EA7"/>
    <w:rsid w:val="0055223F"/>
    <w:rsid w:val="00553375"/>
    <w:rsid w:val="00557C28"/>
    <w:rsid w:val="005736B7"/>
    <w:rsid w:val="00575E5A"/>
    <w:rsid w:val="005E1136"/>
    <w:rsid w:val="005F1404"/>
    <w:rsid w:val="0061068E"/>
    <w:rsid w:val="00616232"/>
    <w:rsid w:val="00660AD3"/>
    <w:rsid w:val="00677B7F"/>
    <w:rsid w:val="006A5570"/>
    <w:rsid w:val="006A6222"/>
    <w:rsid w:val="006A689C"/>
    <w:rsid w:val="006B3D79"/>
    <w:rsid w:val="006D7AFE"/>
    <w:rsid w:val="006E0578"/>
    <w:rsid w:val="006E314D"/>
    <w:rsid w:val="006E5061"/>
    <w:rsid w:val="00705F8F"/>
    <w:rsid w:val="00710723"/>
    <w:rsid w:val="00723ED1"/>
    <w:rsid w:val="00742671"/>
    <w:rsid w:val="00743525"/>
    <w:rsid w:val="0076286B"/>
    <w:rsid w:val="00766846"/>
    <w:rsid w:val="0077673A"/>
    <w:rsid w:val="00780AEA"/>
    <w:rsid w:val="007846E1"/>
    <w:rsid w:val="00787523"/>
    <w:rsid w:val="007B570C"/>
    <w:rsid w:val="007C589B"/>
    <w:rsid w:val="007E4A6E"/>
    <w:rsid w:val="007F1B30"/>
    <w:rsid w:val="007F56A7"/>
    <w:rsid w:val="00807DD0"/>
    <w:rsid w:val="00812B9C"/>
    <w:rsid w:val="008659F3"/>
    <w:rsid w:val="00886D4B"/>
    <w:rsid w:val="00893F85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11F2"/>
    <w:rsid w:val="00962258"/>
    <w:rsid w:val="009678B7"/>
    <w:rsid w:val="009833E1"/>
    <w:rsid w:val="00992D9C"/>
    <w:rsid w:val="00996CB8"/>
    <w:rsid w:val="009B14A9"/>
    <w:rsid w:val="009B2E97"/>
    <w:rsid w:val="009B47CE"/>
    <w:rsid w:val="009E07F4"/>
    <w:rsid w:val="009F392E"/>
    <w:rsid w:val="00A1634C"/>
    <w:rsid w:val="00A370A9"/>
    <w:rsid w:val="00A6177B"/>
    <w:rsid w:val="00A66136"/>
    <w:rsid w:val="00A738BF"/>
    <w:rsid w:val="00A93F1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905C8"/>
    <w:rsid w:val="00BB7125"/>
    <w:rsid w:val="00BD580A"/>
    <w:rsid w:val="00BD7E91"/>
    <w:rsid w:val="00BE2F69"/>
    <w:rsid w:val="00BF72C1"/>
    <w:rsid w:val="00C02D0A"/>
    <w:rsid w:val="00C03A6E"/>
    <w:rsid w:val="00C10873"/>
    <w:rsid w:val="00C170A4"/>
    <w:rsid w:val="00C26E22"/>
    <w:rsid w:val="00C44F6A"/>
    <w:rsid w:val="00C47AE3"/>
    <w:rsid w:val="00C54C27"/>
    <w:rsid w:val="00C954C8"/>
    <w:rsid w:val="00CA7B01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6B51"/>
    <w:rsid w:val="00E27F2F"/>
    <w:rsid w:val="00E36C4A"/>
    <w:rsid w:val="00E90ED5"/>
    <w:rsid w:val="00EA45F6"/>
    <w:rsid w:val="00EB104F"/>
    <w:rsid w:val="00ED14BD"/>
    <w:rsid w:val="00F0533E"/>
    <w:rsid w:val="00F1048D"/>
    <w:rsid w:val="00F12DEC"/>
    <w:rsid w:val="00F1715C"/>
    <w:rsid w:val="00F2254B"/>
    <w:rsid w:val="00F23973"/>
    <w:rsid w:val="00F310F8"/>
    <w:rsid w:val="00F330A2"/>
    <w:rsid w:val="00F33D50"/>
    <w:rsid w:val="00F35939"/>
    <w:rsid w:val="00F36597"/>
    <w:rsid w:val="00F45607"/>
    <w:rsid w:val="00F46FD6"/>
    <w:rsid w:val="00F5558F"/>
    <w:rsid w:val="00F659EB"/>
    <w:rsid w:val="00F86BA6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EDE65B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087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108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10873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C10873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C10873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C1087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12B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12B9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2B9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2B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2B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1DEAA0-D3BB-4B4F-836B-C00F5720EC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2357D5-7716-43A6-B78C-12C8CAE3F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12</cp:revision>
  <cp:lastPrinted>2017-11-28T17:18:00Z</cp:lastPrinted>
  <dcterms:created xsi:type="dcterms:W3CDTF">2025-08-08T08:59:00Z</dcterms:created>
  <dcterms:modified xsi:type="dcterms:W3CDTF">2025-08-18T05:31:00Z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